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B2" w:rsidRPr="00395017" w:rsidRDefault="004263B2" w:rsidP="00395017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Pr="004F4B61">
        <w:rPr>
          <w:rFonts w:ascii="Arial" w:hAnsi="Arial" w:cs="Arial"/>
          <w:i/>
          <w:iCs/>
          <w:sz w:val="20"/>
          <w:szCs w:val="20"/>
        </w:rPr>
        <w:t>Załącznik nr 2 do SIWZ</w:t>
      </w:r>
    </w:p>
    <w:p w:rsidR="004263B2" w:rsidRPr="000D3160" w:rsidRDefault="004263B2" w:rsidP="00945F27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4263B2" w:rsidRPr="001D7589" w:rsidRDefault="004263B2" w:rsidP="008B06EF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1D7589">
        <w:rPr>
          <w:b/>
          <w:bCs/>
          <w:sz w:val="23"/>
          <w:szCs w:val="23"/>
        </w:rPr>
        <w:t>GMINA JANÓW LUBELSKI</w:t>
      </w:r>
    </w:p>
    <w:p w:rsidR="004263B2" w:rsidRPr="001D7589" w:rsidRDefault="004263B2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4263B2" w:rsidRPr="001D7589" w:rsidRDefault="004263B2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4263B2" w:rsidRPr="001D7589" w:rsidRDefault="004263B2" w:rsidP="008B06EF">
      <w:pPr>
        <w:pStyle w:val="Default"/>
        <w:rPr>
          <w:b/>
          <w:bCs/>
          <w:sz w:val="23"/>
          <w:szCs w:val="23"/>
          <w:u w:val="single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1D7589">
        <w:rPr>
          <w:b/>
          <w:bCs/>
          <w:sz w:val="23"/>
          <w:szCs w:val="23"/>
          <w:u w:val="single"/>
        </w:rPr>
        <w:t>Podmiot działający w imieniu  gminy:</w:t>
      </w:r>
    </w:p>
    <w:p w:rsidR="004263B2" w:rsidRPr="001D7589" w:rsidRDefault="004263B2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4263B2" w:rsidRPr="001D7589" w:rsidRDefault="004263B2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4263B2" w:rsidRPr="000D3160" w:rsidRDefault="004263B2" w:rsidP="00945F27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4263B2" w:rsidRPr="000D3160" w:rsidRDefault="004263B2" w:rsidP="00945F27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4263B2" w:rsidRPr="000D3160" w:rsidRDefault="004263B2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263B2" w:rsidRPr="000D3160" w:rsidRDefault="004263B2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KRS/CEiDG)</w:t>
      </w:r>
    </w:p>
    <w:p w:rsidR="004263B2" w:rsidRPr="000D3160" w:rsidRDefault="004263B2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263B2" w:rsidRPr="000D3160" w:rsidRDefault="004263B2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263B2" w:rsidRPr="000D3160" w:rsidRDefault="004263B2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4263B2" w:rsidRPr="000D3160" w:rsidRDefault="004263B2" w:rsidP="00945F27">
      <w:pPr>
        <w:rPr>
          <w:rFonts w:ascii="Arial" w:hAnsi="Arial" w:cs="Arial"/>
          <w:sz w:val="21"/>
          <w:szCs w:val="21"/>
        </w:rPr>
      </w:pPr>
    </w:p>
    <w:p w:rsidR="004263B2" w:rsidRPr="000D3160" w:rsidRDefault="004263B2" w:rsidP="00945F27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4263B2" w:rsidRPr="000D3160" w:rsidRDefault="004263B2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4263B2" w:rsidRPr="000D3160" w:rsidRDefault="004263B2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4263B2" w:rsidRPr="00395017" w:rsidRDefault="004263B2" w:rsidP="00395017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4263B2" w:rsidRDefault="004263B2" w:rsidP="00395017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4263B2" w:rsidRPr="005D46AE" w:rsidRDefault="004263B2" w:rsidP="00E322A7">
      <w:pPr>
        <w:pStyle w:val="Styl"/>
        <w:spacing w:line="235" w:lineRule="exact"/>
        <w:ind w:left="28"/>
        <w:jc w:val="center"/>
        <w:rPr>
          <w:b/>
          <w:bCs/>
          <w:i/>
          <w:iCs/>
        </w:rPr>
      </w:pPr>
      <w:r>
        <w:rPr>
          <w:b/>
          <w:bCs/>
        </w:rPr>
        <w:t>„</w:t>
      </w:r>
      <w:r w:rsidRPr="005D46AE">
        <w:rPr>
          <w:b/>
          <w:bCs/>
        </w:rPr>
        <w:t>Dostawa  miału węglowego na sezon grzewczy 2016/2017 do kotłowni międzyszkolnej w Janowie Lubelskim</w:t>
      </w:r>
      <w:r>
        <w:rPr>
          <w:b/>
          <w:bCs/>
        </w:rPr>
        <w:t>”</w:t>
      </w:r>
      <w:r w:rsidRPr="005D46AE">
        <w:rPr>
          <w:b/>
          <w:bCs/>
          <w:i/>
          <w:iCs/>
        </w:rPr>
        <w:t xml:space="preserve"> </w:t>
      </w:r>
    </w:p>
    <w:p w:rsidR="004263B2" w:rsidRDefault="004263B2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4263B2" w:rsidRDefault="004263B2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>nr nadany sprawie ZOSiP-ZP/1/2016</w:t>
      </w:r>
    </w:p>
    <w:p w:rsidR="004263B2" w:rsidRDefault="004263B2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4263B2" w:rsidRPr="000D3160" w:rsidRDefault="004263B2" w:rsidP="00D375D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</w:t>
      </w:r>
      <w:r w:rsidRPr="000D316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co następuje:</w:t>
      </w:r>
    </w:p>
    <w:p w:rsidR="004263B2" w:rsidRPr="001448FB" w:rsidRDefault="004263B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4263B2" w:rsidRDefault="004263B2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4263B2" w:rsidRPr="004B00A9" w:rsidRDefault="004263B2" w:rsidP="00945F27">
      <w:pPr>
        <w:pStyle w:val="ListParagraph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24 ust 1 pkt 12-22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4263B2" w:rsidRPr="00EE7725" w:rsidRDefault="004263B2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iCs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iCs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4263B2" w:rsidRPr="003E1710" w:rsidRDefault="004263B2" w:rsidP="00EE7725">
      <w:pPr>
        <w:pStyle w:val="ListParagraph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pkt. 1 i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4263B2" w:rsidRPr="003E1710" w:rsidRDefault="004263B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4263B2" w:rsidRDefault="004263B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263B2" w:rsidRPr="003E1710" w:rsidRDefault="004263B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263B2" w:rsidRPr="00190D6E" w:rsidRDefault="004263B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4263B2" w:rsidRPr="00307A36" w:rsidRDefault="004263B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4263B2" w:rsidRDefault="004263B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>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>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</w:p>
    <w:p w:rsidR="004263B2" w:rsidRDefault="004263B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4263B2" w:rsidRPr="00A56074" w:rsidRDefault="004263B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63B2" w:rsidRPr="000F2452" w:rsidRDefault="004263B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0F2452" w:rsidRDefault="004263B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263B2" w:rsidRPr="000F2452" w:rsidRDefault="004263B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0F2452" w:rsidRDefault="004263B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263B2" w:rsidRPr="000F2452" w:rsidRDefault="004263B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4263B2" w:rsidRPr="009375EB" w:rsidRDefault="004263B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263B2" w:rsidRPr="003C58F8" w:rsidRDefault="004263B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4263B2" w:rsidRPr="009375EB" w:rsidRDefault="004263B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263B2" w:rsidRPr="00F54680" w:rsidRDefault="004263B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4263B2" w:rsidRPr="005A73FB" w:rsidRDefault="004263B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5A73FB" w:rsidRDefault="004263B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4263B2" w:rsidRPr="005A73FB" w:rsidRDefault="004263B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5A73FB" w:rsidRDefault="004263B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263B2" w:rsidRPr="008560CF" w:rsidRDefault="004263B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4263B2" w:rsidRPr="002C42F8" w:rsidRDefault="004263B2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4263B2" w:rsidRPr="00D47D38" w:rsidRDefault="004263B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4263B2" w:rsidRPr="009375EB" w:rsidRDefault="004263B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263B2" w:rsidRPr="00A0658E" w:rsidRDefault="004263B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 xml:space="preserve">(podać pełną nazwę/firmę, adres,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817F4">
        <w:rPr>
          <w:rFonts w:ascii="Arial" w:hAnsi="Arial" w:cs="Arial"/>
          <w:i/>
          <w:iCs/>
          <w:sz w:val="16"/>
          <w:szCs w:val="16"/>
        </w:rPr>
        <w:t>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4263B2" w:rsidRPr="000817F4" w:rsidRDefault="004263B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0817F4" w:rsidRDefault="004263B2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4263B2" w:rsidRPr="000817F4" w:rsidRDefault="004263B2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0817F4" w:rsidRDefault="004263B2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263B2" w:rsidRDefault="004263B2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4263B2" w:rsidRDefault="004263B2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263B2" w:rsidRPr="001F4C82" w:rsidRDefault="004263B2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263B2" w:rsidRPr="001D3A19" w:rsidRDefault="004263B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4263B2" w:rsidRPr="009375EB" w:rsidRDefault="004263B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263B2" w:rsidRPr="00193E01" w:rsidRDefault="004263B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263B2" w:rsidRDefault="004263B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1F4C82" w:rsidRDefault="004263B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1F4C82" w:rsidRDefault="004263B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4263B2" w:rsidRPr="001F4C82" w:rsidRDefault="004263B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3B2" w:rsidRPr="001F4C82" w:rsidRDefault="004263B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263B2" w:rsidRPr="00C00C2E" w:rsidRDefault="004263B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4263B2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3B2" w:rsidRDefault="004263B2" w:rsidP="0038231F">
      <w:pPr>
        <w:spacing w:after="0" w:line="240" w:lineRule="auto"/>
      </w:pPr>
      <w:r>
        <w:separator/>
      </w:r>
    </w:p>
  </w:endnote>
  <w:endnote w:type="continuationSeparator" w:id="0">
    <w:p w:rsidR="004263B2" w:rsidRDefault="004263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B2" w:rsidRPr="0027560C" w:rsidRDefault="004263B2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4263B2" w:rsidRDefault="004263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3B2" w:rsidRDefault="004263B2" w:rsidP="0038231F">
      <w:pPr>
        <w:spacing w:after="0" w:line="240" w:lineRule="auto"/>
      </w:pPr>
      <w:r>
        <w:separator/>
      </w:r>
    </w:p>
  </w:footnote>
  <w:footnote w:type="continuationSeparator" w:id="0">
    <w:p w:rsidR="004263B2" w:rsidRDefault="004263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92189"/>
    <w:rsid w:val="000B1025"/>
    <w:rsid w:val="000B1F47"/>
    <w:rsid w:val="000C021E"/>
    <w:rsid w:val="000D03AF"/>
    <w:rsid w:val="000D3160"/>
    <w:rsid w:val="000D4A0A"/>
    <w:rsid w:val="000D73C4"/>
    <w:rsid w:val="000E4D37"/>
    <w:rsid w:val="000F1229"/>
    <w:rsid w:val="000F2452"/>
    <w:rsid w:val="000F4C8A"/>
    <w:rsid w:val="0010384A"/>
    <w:rsid w:val="00103B61"/>
    <w:rsid w:val="0011121A"/>
    <w:rsid w:val="0014048C"/>
    <w:rsid w:val="001448FB"/>
    <w:rsid w:val="001670F2"/>
    <w:rsid w:val="001807BF"/>
    <w:rsid w:val="00190D6E"/>
    <w:rsid w:val="00193A2D"/>
    <w:rsid w:val="00193E01"/>
    <w:rsid w:val="001957C5"/>
    <w:rsid w:val="001A0A1E"/>
    <w:rsid w:val="001C2363"/>
    <w:rsid w:val="001C6945"/>
    <w:rsid w:val="001D3A19"/>
    <w:rsid w:val="001D4C90"/>
    <w:rsid w:val="001D7589"/>
    <w:rsid w:val="001F4C82"/>
    <w:rsid w:val="002167D3"/>
    <w:rsid w:val="00246912"/>
    <w:rsid w:val="0024732C"/>
    <w:rsid w:val="0025263C"/>
    <w:rsid w:val="0025358A"/>
    <w:rsid w:val="00255142"/>
    <w:rsid w:val="00267089"/>
    <w:rsid w:val="0027560C"/>
    <w:rsid w:val="00287BCD"/>
    <w:rsid w:val="002C182A"/>
    <w:rsid w:val="002C42F8"/>
    <w:rsid w:val="002C4948"/>
    <w:rsid w:val="002E641A"/>
    <w:rsid w:val="00300674"/>
    <w:rsid w:val="00304292"/>
    <w:rsid w:val="0030546A"/>
    <w:rsid w:val="00307A36"/>
    <w:rsid w:val="003109EE"/>
    <w:rsid w:val="00313911"/>
    <w:rsid w:val="003178CE"/>
    <w:rsid w:val="00332546"/>
    <w:rsid w:val="003416FE"/>
    <w:rsid w:val="0034230E"/>
    <w:rsid w:val="003636E7"/>
    <w:rsid w:val="00367A1F"/>
    <w:rsid w:val="003761EA"/>
    <w:rsid w:val="0038231F"/>
    <w:rsid w:val="00392EC7"/>
    <w:rsid w:val="0039501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47C"/>
    <w:rsid w:val="0042444B"/>
    <w:rsid w:val="004263B2"/>
    <w:rsid w:val="00434CC2"/>
    <w:rsid w:val="00454706"/>
    <w:rsid w:val="00466838"/>
    <w:rsid w:val="004761C6"/>
    <w:rsid w:val="00484F88"/>
    <w:rsid w:val="004B00A9"/>
    <w:rsid w:val="004C43B8"/>
    <w:rsid w:val="004F23F7"/>
    <w:rsid w:val="004F3005"/>
    <w:rsid w:val="004F4B61"/>
    <w:rsid w:val="00500358"/>
    <w:rsid w:val="005031A7"/>
    <w:rsid w:val="00520174"/>
    <w:rsid w:val="00520592"/>
    <w:rsid w:val="00525621"/>
    <w:rsid w:val="0053130C"/>
    <w:rsid w:val="005319CA"/>
    <w:rsid w:val="00533CA7"/>
    <w:rsid w:val="005641F0"/>
    <w:rsid w:val="005927F5"/>
    <w:rsid w:val="005A73FB"/>
    <w:rsid w:val="005D46AE"/>
    <w:rsid w:val="005E176A"/>
    <w:rsid w:val="005E6E77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3A88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953EC"/>
    <w:rsid w:val="008A5BE7"/>
    <w:rsid w:val="008B06EF"/>
    <w:rsid w:val="008C6DF8"/>
    <w:rsid w:val="008D0487"/>
    <w:rsid w:val="008E3274"/>
    <w:rsid w:val="008F3818"/>
    <w:rsid w:val="009129F3"/>
    <w:rsid w:val="00920F98"/>
    <w:rsid w:val="009301A2"/>
    <w:rsid w:val="009375EB"/>
    <w:rsid w:val="00945F27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3FCB"/>
    <w:rsid w:val="00A56074"/>
    <w:rsid w:val="00A56607"/>
    <w:rsid w:val="00A62798"/>
    <w:rsid w:val="00A776FE"/>
    <w:rsid w:val="00AB39E6"/>
    <w:rsid w:val="00AB5E32"/>
    <w:rsid w:val="00AB71A8"/>
    <w:rsid w:val="00AD683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3A2"/>
    <w:rsid w:val="00B44480"/>
    <w:rsid w:val="00BD06C3"/>
    <w:rsid w:val="00BF1F3F"/>
    <w:rsid w:val="00C00C2E"/>
    <w:rsid w:val="00C06B45"/>
    <w:rsid w:val="00C11219"/>
    <w:rsid w:val="00C22538"/>
    <w:rsid w:val="00C37341"/>
    <w:rsid w:val="00C37816"/>
    <w:rsid w:val="00C4103F"/>
    <w:rsid w:val="00C456FB"/>
    <w:rsid w:val="00C57DEB"/>
    <w:rsid w:val="00C66E56"/>
    <w:rsid w:val="00C72CFA"/>
    <w:rsid w:val="00C75633"/>
    <w:rsid w:val="00CA5F28"/>
    <w:rsid w:val="00CB5720"/>
    <w:rsid w:val="00CC59A6"/>
    <w:rsid w:val="00CC6896"/>
    <w:rsid w:val="00CE3C8B"/>
    <w:rsid w:val="00CE6400"/>
    <w:rsid w:val="00CF087F"/>
    <w:rsid w:val="00CF4A74"/>
    <w:rsid w:val="00D049F3"/>
    <w:rsid w:val="00D34D9A"/>
    <w:rsid w:val="00D35604"/>
    <w:rsid w:val="00D375D2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2523"/>
    <w:rsid w:val="00E30517"/>
    <w:rsid w:val="00E322A7"/>
    <w:rsid w:val="00E42CC3"/>
    <w:rsid w:val="00E502A5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60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E3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8B06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573</Words>
  <Characters>3440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Załącznik nr 2 do SIWZ</dc:title>
  <dc:subject/>
  <dc:creator>Remigiusz Stępień</dc:creator>
  <cp:keywords/>
  <dc:description/>
  <cp:lastModifiedBy>XP</cp:lastModifiedBy>
  <cp:revision>8</cp:revision>
  <cp:lastPrinted>2016-10-06T06:34:00Z</cp:lastPrinted>
  <dcterms:created xsi:type="dcterms:W3CDTF">2016-11-09T14:22:00Z</dcterms:created>
  <dcterms:modified xsi:type="dcterms:W3CDTF">2016-12-06T13:56:00Z</dcterms:modified>
</cp:coreProperties>
</file>